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11060" w14:textId="0E76EF38" w:rsidR="00676F0F" w:rsidRPr="002C3C93" w:rsidRDefault="00B12D92" w:rsidP="00792196">
      <w:pPr>
        <w:pStyle w:val="Podnadpis"/>
        <w:spacing w:line="240" w:lineRule="auto"/>
        <w:rPr>
          <w:rFonts w:cs="Arial"/>
          <w:b w:val="0"/>
          <w:caps/>
          <w:sz w:val="28"/>
          <w:szCs w:val="24"/>
        </w:rPr>
      </w:pPr>
      <w:r w:rsidRPr="002C3C93">
        <w:rPr>
          <w:rFonts w:cs="Arial"/>
          <w:caps/>
          <w:sz w:val="28"/>
          <w:szCs w:val="24"/>
        </w:rPr>
        <w:t xml:space="preserve">SEZNAM </w:t>
      </w:r>
      <w:r w:rsidR="00676F0F" w:rsidRPr="002C3C93">
        <w:rPr>
          <w:rFonts w:cs="Arial"/>
          <w:caps/>
          <w:sz w:val="28"/>
          <w:szCs w:val="24"/>
        </w:rPr>
        <w:t>poddodavatelů</w:t>
      </w:r>
      <w:r w:rsidR="00371460" w:rsidRPr="002C3C93">
        <w:rPr>
          <w:rFonts w:cs="Arial"/>
          <w:caps/>
          <w:sz w:val="28"/>
          <w:szCs w:val="24"/>
        </w:rPr>
        <w:t xml:space="preserve"> </w:t>
      </w:r>
      <w:r w:rsidR="005168FB" w:rsidRPr="002C3C93">
        <w:rPr>
          <w:rFonts w:cs="Arial"/>
          <w:caps/>
          <w:sz w:val="28"/>
          <w:szCs w:val="24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3A921EFF" w14:textId="77777777" w:rsidR="00DE3107" w:rsidRDefault="00F30516" w:rsidP="00BE02F2">
      <w:pPr>
        <w:pStyle w:val="Podnadpis"/>
        <w:spacing w:line="240" w:lineRule="auto"/>
        <w:ind w:left="2832" w:hanging="2832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F213CC" w:rsidRPr="002C3C93">
        <w:rPr>
          <w:rFonts w:cs="Arial"/>
          <w:sz w:val="22"/>
          <w:szCs w:val="22"/>
        </w:rPr>
        <w:t xml:space="preserve"> </w:t>
      </w:r>
      <w:r w:rsidR="00F213CC" w:rsidRPr="002C3C93">
        <w:rPr>
          <w:rFonts w:cs="Arial"/>
          <w:sz w:val="22"/>
          <w:szCs w:val="22"/>
        </w:rPr>
        <w:tab/>
      </w:r>
      <w:r w:rsidR="00DE3107" w:rsidRPr="00DE3107">
        <w:rPr>
          <w:rFonts w:cs="Arial"/>
          <w:sz w:val="22"/>
          <w:szCs w:val="22"/>
        </w:rPr>
        <w:t xml:space="preserve">Vybavení pavilonu C Karlovarské krajské nemocnice a.s., </w:t>
      </w:r>
    </w:p>
    <w:p w14:paraId="0A2B943A" w14:textId="0129C5B3" w:rsidR="00F30516" w:rsidRPr="002C3C93" w:rsidRDefault="00DE3107" w:rsidP="00DE3107">
      <w:pPr>
        <w:pStyle w:val="Podnadpis"/>
        <w:spacing w:line="240" w:lineRule="auto"/>
        <w:ind w:left="2832"/>
        <w:jc w:val="left"/>
        <w:rPr>
          <w:rFonts w:cs="Arial"/>
          <w:sz w:val="22"/>
          <w:szCs w:val="22"/>
        </w:rPr>
      </w:pPr>
      <w:r w:rsidRPr="00DE3107">
        <w:rPr>
          <w:rFonts w:cs="Arial"/>
          <w:sz w:val="22"/>
          <w:szCs w:val="22"/>
        </w:rPr>
        <w:t>nemocnice v Chebu</w:t>
      </w:r>
    </w:p>
    <w:p w14:paraId="3487C588" w14:textId="57A24410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77777777" w:rsidR="00F30516" w:rsidRPr="002C3C93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2C3C93" w:rsidRDefault="005168FB" w:rsidP="00287186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5168FB">
      <w:pPr>
        <w:pStyle w:val="Odstavecseseznamem"/>
        <w:spacing w:before="240" w:after="24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77777777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známi, a uvádím, kterou část veřejné zakázky bude každý z poddodavatelů plnit: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FD90A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F2EF2D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BCA61F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3B799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12BA38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4EE765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95D6A" w14:textId="5F35C830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DF10A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CB19B6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E4F7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17A22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39997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80D8E3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A43C3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233C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1669B" w14:textId="0966B028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98E24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14185E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504860">
      <w:pPr>
        <w:spacing w:after="240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287186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lastRenderedPageBreak/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4264A0F" w14:textId="1EC4512E" w:rsidR="005168FB" w:rsidRPr="002C3C93" w:rsidRDefault="005168FB" w:rsidP="005168FB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 xml:space="preserve">Účastník čestně prohlašuje, že splňuje základní způsobilost dle </w:t>
      </w:r>
      <w:r w:rsidR="002034F2" w:rsidRPr="002C3C93">
        <w:rPr>
          <w:rFonts w:cs="Arial"/>
          <w:bCs/>
          <w:sz w:val="22"/>
          <w:szCs w:val="22"/>
        </w:rPr>
        <w:t xml:space="preserve">k § 74 odst. 1 </w:t>
      </w:r>
      <w:r w:rsidRPr="002C3C93">
        <w:rPr>
          <w:rFonts w:cs="Arial"/>
          <w:bCs/>
          <w:sz w:val="22"/>
          <w:szCs w:val="22"/>
        </w:rPr>
        <w:t>zákona, jelikož není dodavatelem který:</w:t>
      </w:r>
    </w:p>
    <w:p w14:paraId="77258220" w14:textId="77777777" w:rsidR="0081382B" w:rsidRPr="0081382B" w:rsidRDefault="0081382B" w:rsidP="0081382B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81382B">
        <w:rPr>
          <w:rFonts w:ascii="Arial" w:hAnsi="Arial" w:cs="Arial"/>
          <w:color w:val="000000"/>
          <w:sz w:val="22"/>
          <w:szCs w:val="22"/>
        </w:rPr>
        <w:t>byl v zemi svého sídla v posledních 5 letech před zahájením zadávacího řízení pravomocně odsouzen pro trestný čin uvedený v příloze č. 3 k tomuto zákonu nebo obdobný trestný čin podle právního řádu země sídla dodavatele; k zahlazeným odsouzením se nepřihlíží,</w:t>
      </w:r>
    </w:p>
    <w:p w14:paraId="74FE0201" w14:textId="77777777" w:rsidR="0081382B" w:rsidRPr="002C3C93" w:rsidRDefault="0081382B" w:rsidP="0081382B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4F9FCE48" w14:textId="77777777" w:rsidR="0081382B" w:rsidRDefault="0081382B" w:rsidP="0081382B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40B98BFA" w14:textId="77777777" w:rsidR="0081382B" w:rsidRDefault="0081382B" w:rsidP="0081382B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má v České republice nebo v zemi svého sídla splatný nedoplatek na pojistném nebo na penále na sociální zabezpečení a příspěvku na státní politiku zaměstnanosti,</w:t>
      </w:r>
    </w:p>
    <w:p w14:paraId="7893360D" w14:textId="293BDE46" w:rsidR="005168FB" w:rsidRPr="002C3C93" w:rsidRDefault="0081382B" w:rsidP="0081382B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je v likvidaci, proti němuž bylo vydáno rozhodnutí o úpadku, vůči němuž byla nařízena nucená správa podle jiného právního předpisu nebo v obdobné situaci podle právního řádu země sídla dodavatele.</w:t>
      </w:r>
    </w:p>
    <w:p w14:paraId="7106F66A" w14:textId="77777777" w:rsidR="001775D0" w:rsidRPr="002C3C93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287186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3623BEC6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ruským státním příslušníkem, fyzickou či právnickou osobou, subjektem či orgánem se sídlem 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7777777" w:rsidR="00EE1B3F" w:rsidRPr="002C3C93" w:rsidRDefault="00EE1B3F" w:rsidP="00701CD7">
      <w:pPr>
        <w:autoSpaceDE w:val="0"/>
        <w:autoSpaceDN w:val="0"/>
        <w:adjustRightInd w:val="0"/>
        <w:spacing w:after="24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7D67A824" w14:textId="61FF8B2F" w:rsidR="00EE1B3F" w:rsidRPr="002C3C93" w:rsidRDefault="00701CD7" w:rsidP="00287186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32F316DE" w:rsidR="00701CD7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63DD8374" w14:textId="77777777" w:rsidR="00440CDA" w:rsidRDefault="00440CDA" w:rsidP="00440CDA">
      <w:pPr>
        <w:rPr>
          <w:rFonts w:ascii="Arial" w:hAnsi="Arial" w:cs="Arial"/>
        </w:rPr>
      </w:pPr>
    </w:p>
    <w:p w14:paraId="2D7EB476" w14:textId="77777777" w:rsidR="00440CDA" w:rsidRDefault="00440CDA" w:rsidP="00440CDA">
      <w:pPr>
        <w:rPr>
          <w:rFonts w:ascii="Arial" w:hAnsi="Arial" w:cs="Arial"/>
        </w:rPr>
      </w:pPr>
    </w:p>
    <w:p w14:paraId="0820035C" w14:textId="77777777" w:rsidR="00440CDA" w:rsidRDefault="00440CDA" w:rsidP="00440CDA">
      <w:pPr>
        <w:rPr>
          <w:rFonts w:ascii="Arial" w:hAnsi="Arial" w:cs="Arial"/>
        </w:rPr>
      </w:pPr>
    </w:p>
    <w:p w14:paraId="21537E74" w14:textId="77777777" w:rsidR="00440CDA" w:rsidRPr="00440CDA" w:rsidRDefault="00440CDA" w:rsidP="00440CDA">
      <w:pPr>
        <w:rPr>
          <w:rFonts w:ascii="Arial" w:hAnsi="Arial" w:cs="Arial"/>
        </w:rPr>
      </w:pPr>
    </w:p>
    <w:p w14:paraId="2C59DD14" w14:textId="1EFC7624" w:rsidR="00EE1B3F" w:rsidRPr="002C3C93" w:rsidRDefault="004C4ABE" w:rsidP="00287186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2C3C93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30891932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rámcová kupní smlouva</w:t>
      </w:r>
      <w:r w:rsidRPr="002C3C93">
        <w:rPr>
          <w:rFonts w:ascii="Arial" w:hAnsi="Arial" w:cs="Arial"/>
          <w:b/>
          <w:bCs/>
          <w:sz w:val="22"/>
        </w:rPr>
        <w:t xml:space="preserve"> 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18F5D5EB" w14:textId="55734E47" w:rsidR="003A057B" w:rsidRPr="002C3C93" w:rsidRDefault="00662455" w:rsidP="00287186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77E9FAF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nabídková cena a veškeré údaje, informace, doklady a dokumenty v nabídce jsou pravdivé 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77AFB138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přijímá zadávací, technické, administrativní obchodní a platební podmínky včetně návrhu </w:t>
      </w:r>
      <w:r w:rsidR="00504860" w:rsidRPr="002C3C93">
        <w:rPr>
          <w:rFonts w:ascii="Arial" w:hAnsi="Arial" w:cs="Arial"/>
          <w:szCs w:val="32"/>
        </w:rPr>
        <w:t>kupní smlouvy</w:t>
      </w:r>
      <w:r w:rsidRPr="002C3C93">
        <w:rPr>
          <w:rFonts w:ascii="Arial" w:hAnsi="Arial" w:cs="Arial"/>
          <w:szCs w:val="32"/>
        </w:rPr>
        <w:t xml:space="preserve"> k výše uvedené veřejné zakázce.</w:t>
      </w:r>
    </w:p>
    <w:p w14:paraId="2D5A1E3C" w14:textId="77777777" w:rsidR="003A057B" w:rsidRPr="002C3C93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77777777" w:rsidR="004C4ABE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416458CA" w14:textId="77777777" w:rsidR="00440CDA" w:rsidRPr="002C3C93" w:rsidRDefault="00440CDA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2C3C93">
      <w:headerReference w:type="default" r:id="rId11"/>
      <w:footerReference w:type="default" r:id="rId12"/>
      <w:footerReference w:type="first" r:id="rId13"/>
      <w:pgSz w:w="11906" w:h="16838" w:code="9"/>
      <w:pgMar w:top="1701" w:right="709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166FE" w14:textId="77777777" w:rsidR="007A4F3A" w:rsidRDefault="007A4F3A">
      <w:r>
        <w:separator/>
      </w:r>
    </w:p>
  </w:endnote>
  <w:endnote w:type="continuationSeparator" w:id="0">
    <w:p w14:paraId="5D0A30B1" w14:textId="77777777" w:rsidR="007A4F3A" w:rsidRDefault="007A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2C3C93" w:rsidRDefault="007477D8" w:rsidP="006119BA">
        <w:pPr>
          <w:pStyle w:val="Zpat"/>
          <w:jc w:val="center"/>
          <w:rPr>
            <w:rFonts w:ascii="Arial" w:hAnsi="Arial" w:cs="Arial"/>
          </w:rPr>
        </w:pPr>
        <w:r w:rsidRPr="002C3C93">
          <w:rPr>
            <w:rFonts w:ascii="Arial" w:hAnsi="Arial" w:cs="Arial"/>
          </w:rPr>
          <w:fldChar w:fldCharType="begin"/>
        </w:r>
        <w:r w:rsidR="00060B1E" w:rsidRPr="002C3C93">
          <w:rPr>
            <w:rFonts w:ascii="Arial" w:hAnsi="Arial" w:cs="Arial"/>
          </w:rPr>
          <w:instrText>PAGE   \* MERGEFORMAT</w:instrText>
        </w:r>
        <w:r w:rsidRPr="002C3C93">
          <w:rPr>
            <w:rFonts w:ascii="Arial" w:hAnsi="Arial" w:cs="Arial"/>
          </w:rPr>
          <w:fldChar w:fldCharType="separate"/>
        </w:r>
        <w:r w:rsidR="007F1032" w:rsidRPr="002C3C93">
          <w:rPr>
            <w:rFonts w:ascii="Arial" w:hAnsi="Arial" w:cs="Arial"/>
            <w:noProof/>
          </w:rPr>
          <w:t>2</w:t>
        </w:r>
        <w:r w:rsidRPr="002C3C93">
          <w:rPr>
            <w:rFonts w:ascii="Arial" w:hAnsi="Arial" w:cs="Arial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EndPr/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4F5C3" w14:textId="77777777" w:rsidR="007A4F3A" w:rsidRDefault="007A4F3A">
      <w:r>
        <w:separator/>
      </w:r>
    </w:p>
  </w:footnote>
  <w:footnote w:type="continuationSeparator" w:id="0">
    <w:p w14:paraId="5E4C8D94" w14:textId="77777777" w:rsidR="007A4F3A" w:rsidRDefault="007A4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2F3AF5D6" w:rsidR="003447A4" w:rsidRPr="00792196" w:rsidRDefault="002C3C93" w:rsidP="00792196">
    <w:pPr>
      <w:jc w:val="right"/>
      <w:rPr>
        <w:rFonts w:ascii="Arial" w:hAnsi="Arial" w:cs="Arial"/>
      </w:rPr>
    </w:pPr>
    <w:r w:rsidRPr="00792196">
      <w:rPr>
        <w:rFonts w:ascii="Arial" w:hAnsi="Arial" w:cs="Arial"/>
        <w:noProof/>
        <w:color w:val="808080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 w:rsidRPr="00792196">
      <w:rPr>
        <w:rFonts w:ascii="Arial" w:hAnsi="Arial" w:cs="Arial"/>
        <w:noProof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744490361" name="Obrázek 744490361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92196" w:rsidRPr="00792196">
      <w:rPr>
        <w:rFonts w:ascii="Arial" w:hAnsi="Arial" w:cs="Arial"/>
      </w:rPr>
      <w:t>Příloha č. 2 ZD</w:t>
    </w:r>
    <w:r w:rsidRPr="00792196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B5A8989E"/>
    <w:lvl w:ilvl="0" w:tplc="14963CCE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B6B02"/>
    <w:multiLevelType w:val="hybridMultilevel"/>
    <w:tmpl w:val="0D84E8A4"/>
    <w:lvl w:ilvl="0" w:tplc="D3340A2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7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279">
    <w:abstractNumId w:val="13"/>
  </w:num>
  <w:num w:numId="2" w16cid:durableId="874544641">
    <w:abstractNumId w:val="17"/>
  </w:num>
  <w:num w:numId="3" w16cid:durableId="294482200">
    <w:abstractNumId w:val="14"/>
  </w:num>
  <w:num w:numId="4" w16cid:durableId="1759132588">
    <w:abstractNumId w:val="16"/>
  </w:num>
  <w:num w:numId="5" w16cid:durableId="1839534202">
    <w:abstractNumId w:val="8"/>
  </w:num>
  <w:num w:numId="6" w16cid:durableId="1826821569">
    <w:abstractNumId w:val="9"/>
  </w:num>
  <w:num w:numId="7" w16cid:durableId="1139759085">
    <w:abstractNumId w:val="15"/>
  </w:num>
  <w:num w:numId="8" w16cid:durableId="1273591127">
    <w:abstractNumId w:val="10"/>
  </w:num>
  <w:num w:numId="9" w16cid:durableId="1956282158">
    <w:abstractNumId w:val="12"/>
  </w:num>
  <w:num w:numId="10" w16cid:durableId="1937013165">
    <w:abstractNumId w:val="7"/>
  </w:num>
  <w:num w:numId="11" w16cid:durableId="1030641206">
    <w:abstractNumId w:val="11"/>
  </w:num>
  <w:num w:numId="12" w16cid:durableId="1189290854">
    <w:abstractNumId w:val="3"/>
  </w:num>
  <w:num w:numId="13" w16cid:durableId="628586045">
    <w:abstractNumId w:val="6"/>
  </w:num>
  <w:num w:numId="14" w16cid:durableId="1862161863">
    <w:abstractNumId w:val="0"/>
  </w:num>
  <w:num w:numId="15" w16cid:durableId="1246110958">
    <w:abstractNumId w:val="5"/>
  </w:num>
  <w:num w:numId="16" w16cid:durableId="1089543040">
    <w:abstractNumId w:val="4"/>
  </w:num>
  <w:num w:numId="17" w16cid:durableId="297339530">
    <w:abstractNumId w:val="1"/>
  </w:num>
  <w:num w:numId="18" w16cid:durableId="17271473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264D5"/>
    <w:rsid w:val="000326DF"/>
    <w:rsid w:val="00054972"/>
    <w:rsid w:val="00055FDB"/>
    <w:rsid w:val="00060B1E"/>
    <w:rsid w:val="000646F4"/>
    <w:rsid w:val="000748A5"/>
    <w:rsid w:val="00084A1B"/>
    <w:rsid w:val="000952B4"/>
    <w:rsid w:val="000C6041"/>
    <w:rsid w:val="000D3F91"/>
    <w:rsid w:val="000D7DFF"/>
    <w:rsid w:val="000F324C"/>
    <w:rsid w:val="001004BF"/>
    <w:rsid w:val="00114377"/>
    <w:rsid w:val="00115164"/>
    <w:rsid w:val="00120B25"/>
    <w:rsid w:val="00134262"/>
    <w:rsid w:val="001352C3"/>
    <w:rsid w:val="00160872"/>
    <w:rsid w:val="00170653"/>
    <w:rsid w:val="00170B67"/>
    <w:rsid w:val="00174F7B"/>
    <w:rsid w:val="001775D0"/>
    <w:rsid w:val="00191E96"/>
    <w:rsid w:val="00197CC2"/>
    <w:rsid w:val="001A3732"/>
    <w:rsid w:val="001B3397"/>
    <w:rsid w:val="001B3BDC"/>
    <w:rsid w:val="001C53CA"/>
    <w:rsid w:val="001C6BEE"/>
    <w:rsid w:val="001E0724"/>
    <w:rsid w:val="002034F2"/>
    <w:rsid w:val="002078B2"/>
    <w:rsid w:val="00217BE8"/>
    <w:rsid w:val="00230C79"/>
    <w:rsid w:val="00235597"/>
    <w:rsid w:val="00241F52"/>
    <w:rsid w:val="0024670C"/>
    <w:rsid w:val="00246B30"/>
    <w:rsid w:val="00260B2D"/>
    <w:rsid w:val="00265539"/>
    <w:rsid w:val="00266F28"/>
    <w:rsid w:val="00267254"/>
    <w:rsid w:val="00271086"/>
    <w:rsid w:val="00275BE0"/>
    <w:rsid w:val="002809BC"/>
    <w:rsid w:val="00287186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6367"/>
    <w:rsid w:val="003665FD"/>
    <w:rsid w:val="00371460"/>
    <w:rsid w:val="00382DFA"/>
    <w:rsid w:val="00391714"/>
    <w:rsid w:val="00394AD3"/>
    <w:rsid w:val="003A0392"/>
    <w:rsid w:val="003A057B"/>
    <w:rsid w:val="003A2343"/>
    <w:rsid w:val="003B2F80"/>
    <w:rsid w:val="003D1FA8"/>
    <w:rsid w:val="003D25AB"/>
    <w:rsid w:val="003E66A2"/>
    <w:rsid w:val="003F1AF8"/>
    <w:rsid w:val="003F3A2C"/>
    <w:rsid w:val="00423DB3"/>
    <w:rsid w:val="00437004"/>
    <w:rsid w:val="00440CDA"/>
    <w:rsid w:val="00452D9C"/>
    <w:rsid w:val="00455BFE"/>
    <w:rsid w:val="00482A72"/>
    <w:rsid w:val="00484B71"/>
    <w:rsid w:val="00486C18"/>
    <w:rsid w:val="00490019"/>
    <w:rsid w:val="004A305E"/>
    <w:rsid w:val="004B3388"/>
    <w:rsid w:val="004B6C27"/>
    <w:rsid w:val="004C4ABE"/>
    <w:rsid w:val="004D3C04"/>
    <w:rsid w:val="004D68C5"/>
    <w:rsid w:val="004D7AA1"/>
    <w:rsid w:val="00504860"/>
    <w:rsid w:val="00504F42"/>
    <w:rsid w:val="005166B5"/>
    <w:rsid w:val="005168FB"/>
    <w:rsid w:val="005274E7"/>
    <w:rsid w:val="005410A9"/>
    <w:rsid w:val="005431FB"/>
    <w:rsid w:val="005642D7"/>
    <w:rsid w:val="00570003"/>
    <w:rsid w:val="00572626"/>
    <w:rsid w:val="00580304"/>
    <w:rsid w:val="0059527C"/>
    <w:rsid w:val="005D0926"/>
    <w:rsid w:val="005D24F8"/>
    <w:rsid w:val="005E22B9"/>
    <w:rsid w:val="005E513F"/>
    <w:rsid w:val="006119BA"/>
    <w:rsid w:val="00613B61"/>
    <w:rsid w:val="00616D4D"/>
    <w:rsid w:val="00633EB5"/>
    <w:rsid w:val="006348B0"/>
    <w:rsid w:val="00650337"/>
    <w:rsid w:val="0065304D"/>
    <w:rsid w:val="0065641A"/>
    <w:rsid w:val="00662455"/>
    <w:rsid w:val="006752B5"/>
    <w:rsid w:val="00676F0F"/>
    <w:rsid w:val="0068292F"/>
    <w:rsid w:val="00686F0E"/>
    <w:rsid w:val="00697265"/>
    <w:rsid w:val="006A4F8F"/>
    <w:rsid w:val="006A5345"/>
    <w:rsid w:val="006B3C02"/>
    <w:rsid w:val="006C1B6C"/>
    <w:rsid w:val="006E7273"/>
    <w:rsid w:val="00701CD7"/>
    <w:rsid w:val="00707415"/>
    <w:rsid w:val="007477D8"/>
    <w:rsid w:val="00753987"/>
    <w:rsid w:val="0079124B"/>
    <w:rsid w:val="00792196"/>
    <w:rsid w:val="00796BCB"/>
    <w:rsid w:val="007A4F3A"/>
    <w:rsid w:val="007A5CF4"/>
    <w:rsid w:val="007E0E21"/>
    <w:rsid w:val="007E2AA9"/>
    <w:rsid w:val="007E504D"/>
    <w:rsid w:val="007F1032"/>
    <w:rsid w:val="007F5C9C"/>
    <w:rsid w:val="008005AE"/>
    <w:rsid w:val="0081382B"/>
    <w:rsid w:val="0082056D"/>
    <w:rsid w:val="008430B4"/>
    <w:rsid w:val="00843486"/>
    <w:rsid w:val="00850BC6"/>
    <w:rsid w:val="00864B15"/>
    <w:rsid w:val="008B348A"/>
    <w:rsid w:val="008B7D7C"/>
    <w:rsid w:val="008B7F6D"/>
    <w:rsid w:val="008C24C3"/>
    <w:rsid w:val="008E6A4C"/>
    <w:rsid w:val="008F5202"/>
    <w:rsid w:val="00902098"/>
    <w:rsid w:val="0090362E"/>
    <w:rsid w:val="00916D3D"/>
    <w:rsid w:val="009512F6"/>
    <w:rsid w:val="00966598"/>
    <w:rsid w:val="00972AC8"/>
    <w:rsid w:val="00982C3E"/>
    <w:rsid w:val="009867D1"/>
    <w:rsid w:val="009867D9"/>
    <w:rsid w:val="00991199"/>
    <w:rsid w:val="00996078"/>
    <w:rsid w:val="00996620"/>
    <w:rsid w:val="009A706A"/>
    <w:rsid w:val="009D0D0A"/>
    <w:rsid w:val="009D349C"/>
    <w:rsid w:val="009F2A84"/>
    <w:rsid w:val="00A029AF"/>
    <w:rsid w:val="00A3027C"/>
    <w:rsid w:val="00A40340"/>
    <w:rsid w:val="00A417C7"/>
    <w:rsid w:val="00A631B2"/>
    <w:rsid w:val="00A72BE9"/>
    <w:rsid w:val="00A90BEA"/>
    <w:rsid w:val="00A94007"/>
    <w:rsid w:val="00AB091B"/>
    <w:rsid w:val="00AB13A6"/>
    <w:rsid w:val="00AE074E"/>
    <w:rsid w:val="00B11192"/>
    <w:rsid w:val="00B12C4B"/>
    <w:rsid w:val="00B12D92"/>
    <w:rsid w:val="00B1370A"/>
    <w:rsid w:val="00B83525"/>
    <w:rsid w:val="00B86D86"/>
    <w:rsid w:val="00B879CE"/>
    <w:rsid w:val="00B938BE"/>
    <w:rsid w:val="00BC4FD6"/>
    <w:rsid w:val="00BC7EEF"/>
    <w:rsid w:val="00BD4002"/>
    <w:rsid w:val="00BE02F2"/>
    <w:rsid w:val="00BE3282"/>
    <w:rsid w:val="00BE6018"/>
    <w:rsid w:val="00BF6BE2"/>
    <w:rsid w:val="00C005AA"/>
    <w:rsid w:val="00C17799"/>
    <w:rsid w:val="00C27002"/>
    <w:rsid w:val="00C42322"/>
    <w:rsid w:val="00C43582"/>
    <w:rsid w:val="00C44152"/>
    <w:rsid w:val="00C53759"/>
    <w:rsid w:val="00C56EDD"/>
    <w:rsid w:val="00C60478"/>
    <w:rsid w:val="00C61448"/>
    <w:rsid w:val="00C77372"/>
    <w:rsid w:val="00C915C1"/>
    <w:rsid w:val="00CC24FE"/>
    <w:rsid w:val="00CD2D77"/>
    <w:rsid w:val="00D12260"/>
    <w:rsid w:val="00D24115"/>
    <w:rsid w:val="00D3332C"/>
    <w:rsid w:val="00D43598"/>
    <w:rsid w:val="00D50BE0"/>
    <w:rsid w:val="00D55582"/>
    <w:rsid w:val="00D90C8D"/>
    <w:rsid w:val="00D93D3D"/>
    <w:rsid w:val="00DA4F18"/>
    <w:rsid w:val="00DB282A"/>
    <w:rsid w:val="00DD3310"/>
    <w:rsid w:val="00DE3107"/>
    <w:rsid w:val="00DF2FF8"/>
    <w:rsid w:val="00DF428A"/>
    <w:rsid w:val="00E162C8"/>
    <w:rsid w:val="00E410D7"/>
    <w:rsid w:val="00E536C0"/>
    <w:rsid w:val="00E547D3"/>
    <w:rsid w:val="00E6343D"/>
    <w:rsid w:val="00E66691"/>
    <w:rsid w:val="00E704B6"/>
    <w:rsid w:val="00E82F97"/>
    <w:rsid w:val="00E90888"/>
    <w:rsid w:val="00E90C00"/>
    <w:rsid w:val="00ED3CF0"/>
    <w:rsid w:val="00EE1B3F"/>
    <w:rsid w:val="00EF1E9E"/>
    <w:rsid w:val="00F213CC"/>
    <w:rsid w:val="00F24BAC"/>
    <w:rsid w:val="00F30516"/>
    <w:rsid w:val="00F62103"/>
    <w:rsid w:val="00F70620"/>
    <w:rsid w:val="00F818C0"/>
    <w:rsid w:val="00F86A67"/>
    <w:rsid w:val="00F873D5"/>
    <w:rsid w:val="00F971BE"/>
    <w:rsid w:val="00FB4B5D"/>
    <w:rsid w:val="00FD3F83"/>
    <w:rsid w:val="00FD6FCC"/>
    <w:rsid w:val="00FE094A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6a90d07c8174781f291f6fcd175c5f28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f6cb48efe02deb58ab5670a7e8c3cc6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1A149B-8406-4DD2-9EC1-00F3E38DE6D9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851827-3734-4853-AA4E-00F82BF7C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875631-006F-436F-9EF2-D7CC8BCFD6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178</TotalTime>
  <Pages>3</Pages>
  <Words>991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 dopis</dc:title>
  <dc:creator>KKN</dc:creator>
  <cp:lastModifiedBy>Tina Batková</cp:lastModifiedBy>
  <cp:revision>72</cp:revision>
  <cp:lastPrinted>2013-09-18T12:20:00Z</cp:lastPrinted>
  <dcterms:created xsi:type="dcterms:W3CDTF">2022-05-05T12:23:00Z</dcterms:created>
  <dcterms:modified xsi:type="dcterms:W3CDTF">2025-11-05T09:00:00Z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